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543C7" w14:textId="77777777" w:rsidR="00437A3E" w:rsidRDefault="00437A3E">
      <w:pPr>
        <w:widowControl w:val="0"/>
        <w:tabs>
          <w:tab w:val="center" w:pos="0"/>
          <w:tab w:val="left" w:pos="1134"/>
          <w:tab w:val="center" w:pos="4153"/>
          <w:tab w:val="right" w:pos="8306"/>
        </w:tabs>
        <w:jc w:val="center"/>
        <w:rPr>
          <w:b/>
          <w:bCs/>
          <w:color w:val="000000"/>
          <w:sz w:val="28"/>
          <w:szCs w:val="28"/>
          <w:shd w:val="clear" w:color="auto" w:fill="FFFFFF"/>
        </w:rPr>
      </w:pPr>
    </w:p>
    <w:p w14:paraId="04A61352" w14:textId="77777777" w:rsidR="00437A3E" w:rsidRDefault="0040100E">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723FE516" w14:textId="37107C25" w:rsidR="00437A3E" w:rsidRDefault="0040100E">
      <w:pPr>
        <w:ind w:right="-87"/>
        <w:jc w:val="center"/>
        <w:rPr>
          <w:szCs w:val="24"/>
          <w:lang w:eastAsia="ar-SA"/>
        </w:rPr>
      </w:pPr>
      <w:r>
        <w:rPr>
          <w:b/>
          <w:caps/>
          <w:color w:val="000000"/>
          <w:spacing w:val="-2"/>
          <w:szCs w:val="24"/>
        </w:rPr>
        <w:t xml:space="preserve">Dėl kitos paskirties valstybinės žemės sklypo, esančio </w:t>
      </w:r>
      <w:r w:rsidR="00BD3803">
        <w:rPr>
          <w:b/>
          <w:caps/>
          <w:color w:val="000000"/>
          <w:spacing w:val="-2"/>
          <w:szCs w:val="24"/>
        </w:rPr>
        <w:t>s. neries g. 6</w:t>
      </w:r>
      <w:r>
        <w:rPr>
          <w:b/>
          <w:caps/>
          <w:color w:val="000000"/>
          <w:spacing w:val="-2"/>
          <w:szCs w:val="24"/>
        </w:rPr>
        <w:t>, Skuodo MIESTE, nuomos</w:t>
      </w:r>
      <w:r w:rsidR="008C47E4">
        <w:rPr>
          <w:b/>
          <w:caps/>
          <w:color w:val="000000"/>
          <w:spacing w:val="-2"/>
          <w:szCs w:val="24"/>
        </w:rPr>
        <w:t xml:space="preserve"> sutarties pakeitimo</w:t>
      </w:r>
    </w:p>
    <w:p w14:paraId="184474F5" w14:textId="77777777" w:rsidR="00437A3E" w:rsidRDefault="00437A3E">
      <w:pPr>
        <w:widowControl w:val="0"/>
        <w:tabs>
          <w:tab w:val="center" w:pos="851"/>
          <w:tab w:val="left" w:pos="1134"/>
          <w:tab w:val="center" w:pos="4153"/>
          <w:tab w:val="right" w:pos="8306"/>
        </w:tabs>
        <w:jc w:val="center"/>
        <w:rPr>
          <w:color w:val="000000"/>
          <w:szCs w:val="24"/>
          <w:shd w:val="clear" w:color="auto" w:fill="FFFFFF"/>
        </w:rPr>
      </w:pPr>
    </w:p>
    <w:p w14:paraId="15478724" w14:textId="6873FA31" w:rsidR="00437A3E" w:rsidRDefault="0040100E">
      <w:pPr>
        <w:widowControl w:val="0"/>
        <w:tabs>
          <w:tab w:val="center" w:pos="851"/>
          <w:tab w:val="left" w:pos="1134"/>
          <w:tab w:val="center" w:pos="4153"/>
          <w:tab w:val="right" w:pos="8306"/>
        </w:tabs>
        <w:jc w:val="center"/>
        <w:rPr>
          <w:szCs w:val="24"/>
        </w:rPr>
      </w:pPr>
      <w:r>
        <w:rPr>
          <w:color w:val="000000"/>
          <w:szCs w:val="24"/>
          <w:shd w:val="clear" w:color="auto" w:fill="FFFFFF"/>
        </w:rPr>
        <w:t>202</w:t>
      </w:r>
      <w:r w:rsidR="005E5B48">
        <w:rPr>
          <w:color w:val="000000"/>
          <w:szCs w:val="24"/>
          <w:shd w:val="clear" w:color="auto" w:fill="FFFFFF"/>
        </w:rPr>
        <w:t>6</w:t>
      </w:r>
      <w:r>
        <w:rPr>
          <w:color w:val="000000"/>
          <w:szCs w:val="24"/>
          <w:shd w:val="clear" w:color="auto" w:fill="FFFFFF"/>
        </w:rPr>
        <w:t xml:space="preserve"> m.</w:t>
      </w:r>
      <w:r w:rsidR="00EC51A8">
        <w:rPr>
          <w:color w:val="000000"/>
          <w:szCs w:val="24"/>
          <w:shd w:val="clear" w:color="auto" w:fill="FFFFFF"/>
        </w:rPr>
        <w:t xml:space="preserve"> sausio 19 </w:t>
      </w:r>
      <w:r>
        <w:rPr>
          <w:color w:val="000000"/>
          <w:szCs w:val="24"/>
          <w:shd w:val="clear" w:color="auto" w:fill="FFFFFF"/>
        </w:rPr>
        <w:t>d. Nr. T10-</w:t>
      </w:r>
      <w:r w:rsidR="00EC51A8">
        <w:rPr>
          <w:color w:val="000000"/>
          <w:szCs w:val="24"/>
          <w:shd w:val="clear" w:color="auto" w:fill="FFFFFF"/>
        </w:rPr>
        <w:t>7</w:t>
      </w:r>
      <w:r w:rsidR="005E5B48">
        <w:rPr>
          <w:color w:val="000000"/>
          <w:szCs w:val="24"/>
          <w:shd w:val="clear" w:color="auto" w:fill="FFFFFF"/>
        </w:rPr>
        <w:t xml:space="preserve"> </w:t>
      </w:r>
    </w:p>
    <w:p w14:paraId="74182307" w14:textId="77777777" w:rsidR="00437A3E" w:rsidRDefault="0040100E">
      <w:pPr>
        <w:widowControl w:val="0"/>
        <w:tabs>
          <w:tab w:val="center" w:pos="851"/>
          <w:tab w:val="left" w:pos="1134"/>
          <w:tab w:val="center" w:pos="4153"/>
          <w:tab w:val="right" w:pos="8306"/>
        </w:tabs>
        <w:jc w:val="center"/>
        <w:rPr>
          <w:szCs w:val="24"/>
        </w:rPr>
      </w:pPr>
      <w:r>
        <w:rPr>
          <w:szCs w:val="24"/>
        </w:rPr>
        <w:t>Skuodas</w:t>
      </w:r>
    </w:p>
    <w:p w14:paraId="5D04B129" w14:textId="77777777" w:rsidR="00437A3E" w:rsidRDefault="00437A3E">
      <w:pPr>
        <w:widowControl w:val="0"/>
        <w:tabs>
          <w:tab w:val="center" w:pos="851"/>
          <w:tab w:val="left" w:pos="1134"/>
          <w:tab w:val="center" w:pos="4153"/>
          <w:tab w:val="right" w:pos="8306"/>
        </w:tabs>
        <w:ind w:firstLine="1247"/>
        <w:jc w:val="both"/>
        <w:rPr>
          <w:szCs w:val="24"/>
        </w:rPr>
      </w:pPr>
    </w:p>
    <w:p w14:paraId="180D6836" w14:textId="1F44B87C" w:rsidR="00437A3E" w:rsidRPr="004B3E94" w:rsidRDefault="0040100E">
      <w:pPr>
        <w:pStyle w:val="Pagrindiniotekstotrauka2"/>
        <w:spacing w:after="0" w:line="240" w:lineRule="auto"/>
        <w:ind w:left="0" w:firstLine="1247"/>
        <w:jc w:val="both"/>
      </w:pPr>
      <w:r w:rsidRPr="004B3E94">
        <w:t xml:space="preserve">Vadovaudamasi Lietuvos Respublikos vietos savivaldos įstatymo 15 straipsnio 2 dalies 20 punktu, Lietuvos Respublikos </w:t>
      </w:r>
      <w:r w:rsidRPr="004B3E94">
        <w:rPr>
          <w:lang w:eastAsia="lt-LT"/>
        </w:rPr>
        <w:t xml:space="preserve">žemės įstatymo 7 straipsnio 1 dalies 2 punktu, </w:t>
      </w:r>
      <w:r w:rsidRPr="004B3E94">
        <w:rPr>
          <w:iCs/>
        </w:rPr>
        <w:t>9 straipsnio 1 dalies 1 punktu, K</w:t>
      </w:r>
      <w:r w:rsidRPr="004B3E94">
        <w:rPr>
          <w:bCs/>
        </w:rPr>
        <w:t xml:space="preserve">itos paskirties valstybinės žemės sklypų pardavimo ir nuomos taisyklių, patvirtintų Lietuvos Respublikos Vyriausybės </w:t>
      </w:r>
      <w:r w:rsidRPr="004B3E94">
        <w:t>1999 m. kovo 9 d. nutarimu Nr. 260 „Dėl Kitos paskirties valstybinės žemės sklypų pardavimo ir nuomos taisyklių patvirtinimo</w:t>
      </w:r>
      <w:r w:rsidRPr="004B3E94">
        <w:rPr>
          <w:lang w:eastAsia="lt-LT"/>
        </w:rPr>
        <w:t xml:space="preserve">“, </w:t>
      </w:r>
      <w:r w:rsidR="00105702" w:rsidRPr="004B3E94">
        <w:rPr>
          <w:lang w:eastAsia="lt-LT"/>
        </w:rPr>
        <w:t xml:space="preserve">2, </w:t>
      </w:r>
      <w:r w:rsidR="00BD3803" w:rsidRPr="004B3E94">
        <w:t xml:space="preserve">50 </w:t>
      </w:r>
      <w:r w:rsidR="008C47E4" w:rsidRPr="004B3E94">
        <w:t>ir 51</w:t>
      </w:r>
      <w:r w:rsidRPr="004B3E94">
        <w:t xml:space="preserve"> punkt</w:t>
      </w:r>
      <w:r w:rsidR="008C47E4" w:rsidRPr="004B3E94">
        <w:t>ais</w:t>
      </w:r>
      <w:r w:rsidRPr="004B3E94">
        <w:t xml:space="preserve">, </w:t>
      </w:r>
      <w:r w:rsidR="00BD3803" w:rsidRPr="004B3E94">
        <w:t xml:space="preserve">49.6 papunkčiu, </w:t>
      </w:r>
      <w:r w:rsidRPr="004B3E94">
        <w:rPr>
          <w:lang w:eastAsia="lt-LT"/>
        </w:rPr>
        <w:t xml:space="preserve">Lietuvos Respublikos Vyriausybės 1999 m. vasario 24 d. nutarimo Nr. 205 „Dėl </w:t>
      </w:r>
      <w:bookmarkStart w:id="0" w:name="_Hlk158291509"/>
      <w:r w:rsidRPr="004B3E94">
        <w:rPr>
          <w:lang w:eastAsia="lt-LT"/>
        </w:rPr>
        <w:t>žemės įvertinimo tvarkos</w:t>
      </w:r>
      <w:bookmarkEnd w:id="0"/>
      <w:r w:rsidRPr="004B3E94">
        <w:rPr>
          <w:lang w:eastAsia="lt-LT"/>
        </w:rPr>
        <w:t xml:space="preserve">“ 5.9 papunkčiu </w:t>
      </w:r>
      <w:r w:rsidRPr="004B3E94">
        <w:t xml:space="preserve">bei atsižvelgdama į </w:t>
      </w:r>
      <w:r w:rsidR="00EC51A8" w:rsidRPr="00EC51A8">
        <w:rPr>
          <w:i/>
        </w:rPr>
        <w:t>(duomenys neskelbtini)</w:t>
      </w:r>
      <w:r w:rsidR="005E5B48" w:rsidRPr="004B3E94">
        <w:t xml:space="preserve"> </w:t>
      </w:r>
      <w:r w:rsidRPr="004B3E94">
        <w:t>202</w:t>
      </w:r>
      <w:r w:rsidR="00BD3803" w:rsidRPr="004B3E94">
        <w:t>6</w:t>
      </w:r>
      <w:r w:rsidRPr="004B3E94">
        <w:t xml:space="preserve"> m. </w:t>
      </w:r>
      <w:r w:rsidR="00BD3803" w:rsidRPr="004B3E94">
        <w:t>sausio 8</w:t>
      </w:r>
      <w:r w:rsidRPr="004B3E94">
        <w:t xml:space="preserve"> d. prašym</w:t>
      </w:r>
      <w:r w:rsidR="00BD3803" w:rsidRPr="004B3E94">
        <w:t>ą</w:t>
      </w:r>
      <w:r w:rsidRPr="004B3E94">
        <w:t xml:space="preserve">, Skuodo rajono savivaldybės taryba </w:t>
      </w:r>
      <w:r w:rsidRPr="004B3E94">
        <w:rPr>
          <w:spacing w:val="40"/>
        </w:rPr>
        <w:t>nusprendži</w:t>
      </w:r>
      <w:r w:rsidRPr="004B3E94">
        <w:t>a:</w:t>
      </w:r>
    </w:p>
    <w:p w14:paraId="7EF32027" w14:textId="71615A8F" w:rsidR="008C47E4" w:rsidRPr="004B3E94" w:rsidRDefault="008C47E4">
      <w:pPr>
        <w:ind w:firstLine="1247"/>
        <w:jc w:val="both"/>
        <w:rPr>
          <w:szCs w:val="24"/>
        </w:rPr>
      </w:pPr>
      <w:bookmarkStart w:id="1" w:name="_Hlk218072378"/>
      <w:r w:rsidRPr="004B3E94">
        <w:rPr>
          <w:szCs w:val="24"/>
        </w:rPr>
        <w:t xml:space="preserve">1. Pakeisti </w:t>
      </w:r>
      <w:bookmarkStart w:id="2" w:name="_Hlk218077754"/>
      <w:r w:rsidR="00BD3803" w:rsidRPr="004B3E94">
        <w:rPr>
          <w:szCs w:val="24"/>
        </w:rPr>
        <w:t>2006 m. kovo 1 d. valstybinės žemės nuomos sutartį Nr. N75/06-0024 (2014 m. balandžio 4 d. paveldėjimo pagal testamentą liudijimas Nr. 1995, 2014 m. balandžio 30 d. pirkimo</w:t>
      </w:r>
      <w:r w:rsidR="00D16F8D" w:rsidRPr="004B3E94">
        <w:rPr>
          <w:szCs w:val="24"/>
        </w:rPr>
        <w:t>–</w:t>
      </w:r>
      <w:r w:rsidR="00BD3803" w:rsidRPr="004B3E94">
        <w:rPr>
          <w:szCs w:val="24"/>
        </w:rPr>
        <w:t xml:space="preserve">pardavimo sutartis Nr. 2708) bei 2006 m. kovo 1 d. valstybinės žemės nuomos sutartį Nr. N75/06-0023 (2006 m. gegužės 4 d. sutartis Nr. 2524) </w:t>
      </w:r>
      <w:bookmarkEnd w:id="2"/>
      <w:r w:rsidRPr="004B3E94">
        <w:rPr>
          <w:szCs w:val="24"/>
        </w:rPr>
        <w:t xml:space="preserve">dėl </w:t>
      </w:r>
      <w:r w:rsidR="00BD3803" w:rsidRPr="004B3E94">
        <w:rPr>
          <w:szCs w:val="24"/>
        </w:rPr>
        <w:t>0,1649</w:t>
      </w:r>
      <w:r w:rsidRPr="004B3E94">
        <w:rPr>
          <w:szCs w:val="24"/>
        </w:rPr>
        <w:t xml:space="preserve"> ha ploto žemės sklypo, kadastro Nr. </w:t>
      </w:r>
      <w:r w:rsidR="00BA140E" w:rsidRPr="004B3E94">
        <w:rPr>
          <w:szCs w:val="24"/>
        </w:rPr>
        <w:t>7550/000</w:t>
      </w:r>
      <w:r w:rsidR="00BD3803" w:rsidRPr="004B3E94">
        <w:rPr>
          <w:szCs w:val="24"/>
        </w:rPr>
        <w:t>2</w:t>
      </w:r>
      <w:r w:rsidR="00BA140E" w:rsidRPr="004B3E94">
        <w:rPr>
          <w:szCs w:val="24"/>
        </w:rPr>
        <w:t>:</w:t>
      </w:r>
      <w:r w:rsidR="00BD3803" w:rsidRPr="004B3E94">
        <w:rPr>
          <w:szCs w:val="24"/>
        </w:rPr>
        <w:t>193</w:t>
      </w:r>
      <w:r w:rsidRPr="004B3E94">
        <w:rPr>
          <w:szCs w:val="24"/>
        </w:rPr>
        <w:t xml:space="preserve">, unikalus Nr. </w:t>
      </w:r>
      <w:r w:rsidR="00BD3803" w:rsidRPr="004B3E94">
        <w:rPr>
          <w:szCs w:val="24"/>
        </w:rPr>
        <w:t>4400-0777-3071</w:t>
      </w:r>
      <w:r w:rsidRPr="004B3E94">
        <w:rPr>
          <w:szCs w:val="24"/>
        </w:rPr>
        <w:t xml:space="preserve">, esančio </w:t>
      </w:r>
      <w:r w:rsidR="00BD3803" w:rsidRPr="004B3E94">
        <w:rPr>
          <w:szCs w:val="24"/>
        </w:rPr>
        <w:t>S. Neries g. 6</w:t>
      </w:r>
      <w:r w:rsidRPr="004B3E94">
        <w:rPr>
          <w:szCs w:val="24"/>
        </w:rPr>
        <w:t xml:space="preserve">, </w:t>
      </w:r>
      <w:r w:rsidR="00BA140E" w:rsidRPr="004B3E94">
        <w:rPr>
          <w:szCs w:val="24"/>
        </w:rPr>
        <w:t>Skuodo mieste</w:t>
      </w:r>
      <w:r w:rsidRPr="004B3E94">
        <w:rPr>
          <w:szCs w:val="24"/>
        </w:rPr>
        <w:t>, dalies, sudarančios 0,</w:t>
      </w:r>
      <w:r w:rsidR="00BD3803" w:rsidRPr="004B3E94">
        <w:rPr>
          <w:szCs w:val="24"/>
        </w:rPr>
        <w:t>1094</w:t>
      </w:r>
      <w:r w:rsidRPr="004B3E94">
        <w:rPr>
          <w:szCs w:val="24"/>
        </w:rPr>
        <w:t xml:space="preserve"> ha</w:t>
      </w:r>
      <w:r w:rsidR="008276A6" w:rsidRPr="004B3E94">
        <w:rPr>
          <w:szCs w:val="24"/>
        </w:rPr>
        <w:t>.</w:t>
      </w:r>
    </w:p>
    <w:bookmarkEnd w:id="1"/>
    <w:p w14:paraId="4B3F27E9" w14:textId="77777777" w:rsidR="006F512A" w:rsidRPr="004B3E94" w:rsidRDefault="006F512A" w:rsidP="006F512A">
      <w:pPr>
        <w:ind w:firstLine="1247"/>
        <w:jc w:val="both"/>
        <w:rPr>
          <w:szCs w:val="24"/>
        </w:rPr>
      </w:pPr>
      <w:r w:rsidRPr="004B3E94">
        <w:rPr>
          <w:szCs w:val="24"/>
        </w:rPr>
        <w:t>2. Pavesti Skuodo rajono savivaldybės merui Stasiui Gutautui pasirašyti susitarimą ir visus kitus dokumentus, susijusius su šiuo pavedimu (pridedama).</w:t>
      </w:r>
    </w:p>
    <w:p w14:paraId="52D5A353" w14:textId="6E020297" w:rsidR="00437A3E" w:rsidRPr="004B3E94" w:rsidRDefault="0040100E">
      <w:pPr>
        <w:widowControl w:val="0"/>
        <w:tabs>
          <w:tab w:val="center" w:pos="851"/>
          <w:tab w:val="left" w:pos="1134"/>
          <w:tab w:val="center" w:pos="4153"/>
          <w:tab w:val="right" w:pos="8306"/>
        </w:tabs>
        <w:ind w:firstLine="1247"/>
        <w:jc w:val="both"/>
        <w:rPr>
          <w:szCs w:val="24"/>
        </w:rPr>
      </w:pPr>
      <w:r w:rsidRPr="004B3E94">
        <w:rPr>
          <w:szCs w:val="24"/>
        </w:rPr>
        <w:t>3.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68E77766" w14:textId="77777777" w:rsidR="00437A3E" w:rsidRPr="004B3E94" w:rsidRDefault="00437A3E">
      <w:pPr>
        <w:tabs>
          <w:tab w:val="left" w:pos="5670"/>
          <w:tab w:val="left" w:pos="7044"/>
        </w:tabs>
        <w:jc w:val="both"/>
        <w:rPr>
          <w:szCs w:val="24"/>
        </w:rPr>
      </w:pPr>
    </w:p>
    <w:p w14:paraId="45B9B90B" w14:textId="77777777" w:rsidR="0040100E" w:rsidRDefault="0040100E">
      <w:pPr>
        <w:tabs>
          <w:tab w:val="left" w:pos="5670"/>
          <w:tab w:val="left" w:pos="7044"/>
        </w:tabs>
        <w:jc w:val="both"/>
        <w:rPr>
          <w:szCs w:val="24"/>
        </w:rPr>
      </w:pPr>
    </w:p>
    <w:p w14:paraId="12DC7281" w14:textId="77777777" w:rsidR="00437A3E" w:rsidRDefault="00437A3E">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40100E" w14:paraId="6228A4E0" w14:textId="77777777" w:rsidTr="0040100E">
        <w:tc>
          <w:tcPr>
            <w:tcW w:w="4814" w:type="dxa"/>
          </w:tcPr>
          <w:p w14:paraId="39DE7D04" w14:textId="509F8E6A" w:rsidR="0040100E" w:rsidRDefault="0040100E" w:rsidP="0040100E">
            <w:pPr>
              <w:tabs>
                <w:tab w:val="left" w:pos="5670"/>
                <w:tab w:val="left" w:pos="7044"/>
              </w:tabs>
              <w:ind w:hanging="120"/>
              <w:jc w:val="both"/>
              <w:rPr>
                <w:szCs w:val="24"/>
              </w:rPr>
            </w:pPr>
            <w:r>
              <w:rPr>
                <w:szCs w:val="24"/>
              </w:rPr>
              <w:t>Savivaldybės meras</w:t>
            </w:r>
          </w:p>
        </w:tc>
        <w:tc>
          <w:tcPr>
            <w:tcW w:w="4815" w:type="dxa"/>
          </w:tcPr>
          <w:p w14:paraId="276ED686" w14:textId="77777777" w:rsidR="0040100E" w:rsidRDefault="0040100E">
            <w:pPr>
              <w:tabs>
                <w:tab w:val="left" w:pos="5670"/>
                <w:tab w:val="left" w:pos="7044"/>
              </w:tabs>
              <w:jc w:val="both"/>
              <w:rPr>
                <w:szCs w:val="24"/>
              </w:rPr>
            </w:pPr>
          </w:p>
        </w:tc>
      </w:tr>
    </w:tbl>
    <w:p w14:paraId="2E21684D" w14:textId="0842DEC0" w:rsidR="00437A3E" w:rsidRDefault="00437A3E">
      <w:pPr>
        <w:tabs>
          <w:tab w:val="left" w:pos="5670"/>
          <w:tab w:val="left" w:pos="7044"/>
        </w:tabs>
        <w:jc w:val="both"/>
        <w:rPr>
          <w:szCs w:val="24"/>
        </w:rPr>
      </w:pPr>
    </w:p>
    <w:p w14:paraId="52AB169B" w14:textId="77777777" w:rsidR="00437A3E" w:rsidRDefault="00437A3E">
      <w:pPr>
        <w:jc w:val="both"/>
        <w:rPr>
          <w:lang w:eastAsia="de-DE"/>
        </w:rPr>
      </w:pPr>
    </w:p>
    <w:p w14:paraId="088F20D6" w14:textId="77777777" w:rsidR="00437A3E" w:rsidRDefault="00437A3E">
      <w:pPr>
        <w:jc w:val="both"/>
        <w:rPr>
          <w:lang w:eastAsia="de-DE"/>
        </w:rPr>
      </w:pPr>
    </w:p>
    <w:p w14:paraId="6BB2DC0C" w14:textId="77777777" w:rsidR="001E119F" w:rsidRDefault="001E119F">
      <w:pPr>
        <w:jc w:val="both"/>
        <w:rPr>
          <w:lang w:eastAsia="de-DE"/>
        </w:rPr>
      </w:pPr>
    </w:p>
    <w:p w14:paraId="7E5F0C11" w14:textId="77777777" w:rsidR="006F512A" w:rsidRDefault="006F512A">
      <w:pPr>
        <w:jc w:val="both"/>
        <w:rPr>
          <w:lang w:eastAsia="de-DE"/>
        </w:rPr>
      </w:pPr>
    </w:p>
    <w:p w14:paraId="15F1AF67" w14:textId="77777777" w:rsidR="006F512A" w:rsidRDefault="006F512A">
      <w:pPr>
        <w:jc w:val="both"/>
        <w:rPr>
          <w:lang w:eastAsia="de-DE"/>
        </w:rPr>
      </w:pPr>
    </w:p>
    <w:p w14:paraId="5E2EE3EB" w14:textId="77777777" w:rsidR="006F512A" w:rsidRDefault="006F512A">
      <w:pPr>
        <w:jc w:val="both"/>
        <w:rPr>
          <w:lang w:eastAsia="de-DE"/>
        </w:rPr>
      </w:pPr>
    </w:p>
    <w:p w14:paraId="0E18F308" w14:textId="77777777" w:rsidR="006F512A" w:rsidRDefault="006F512A">
      <w:pPr>
        <w:jc w:val="both"/>
        <w:rPr>
          <w:lang w:eastAsia="de-DE"/>
        </w:rPr>
      </w:pPr>
    </w:p>
    <w:p w14:paraId="486F641A" w14:textId="77777777" w:rsidR="006F512A" w:rsidRDefault="006F512A">
      <w:pPr>
        <w:jc w:val="both"/>
        <w:rPr>
          <w:lang w:eastAsia="de-DE"/>
        </w:rPr>
      </w:pPr>
    </w:p>
    <w:p w14:paraId="25B69ED9" w14:textId="77777777" w:rsidR="006F512A" w:rsidRDefault="006F512A">
      <w:pPr>
        <w:jc w:val="both"/>
        <w:rPr>
          <w:lang w:eastAsia="de-DE"/>
        </w:rPr>
      </w:pPr>
    </w:p>
    <w:p w14:paraId="042873FE" w14:textId="77777777" w:rsidR="006F512A" w:rsidRDefault="006F512A">
      <w:pPr>
        <w:jc w:val="both"/>
        <w:rPr>
          <w:lang w:eastAsia="de-DE"/>
        </w:rPr>
      </w:pPr>
    </w:p>
    <w:p w14:paraId="73A2F481" w14:textId="77777777" w:rsidR="006F512A" w:rsidRDefault="006F512A">
      <w:pPr>
        <w:jc w:val="both"/>
        <w:rPr>
          <w:lang w:eastAsia="de-DE"/>
        </w:rPr>
      </w:pPr>
    </w:p>
    <w:p w14:paraId="617A1FEC" w14:textId="77777777" w:rsidR="001E119F" w:rsidRDefault="001E119F">
      <w:pPr>
        <w:jc w:val="both"/>
        <w:rPr>
          <w:lang w:eastAsia="de-DE"/>
        </w:rPr>
      </w:pPr>
    </w:p>
    <w:p w14:paraId="7A08A35E" w14:textId="77777777" w:rsidR="001E119F" w:rsidRDefault="001E119F">
      <w:pPr>
        <w:jc w:val="both"/>
        <w:rPr>
          <w:lang w:eastAsia="de-DE"/>
        </w:rPr>
      </w:pPr>
    </w:p>
    <w:p w14:paraId="4762A6B8" w14:textId="77777777" w:rsidR="001E119F" w:rsidRDefault="001E119F">
      <w:pPr>
        <w:jc w:val="both"/>
        <w:rPr>
          <w:lang w:eastAsia="de-DE"/>
        </w:rPr>
      </w:pPr>
    </w:p>
    <w:p w14:paraId="36789F5F" w14:textId="77777777" w:rsidR="001E119F" w:rsidRDefault="001E119F">
      <w:pPr>
        <w:jc w:val="both"/>
        <w:rPr>
          <w:lang w:eastAsia="de-DE"/>
        </w:rPr>
      </w:pPr>
    </w:p>
    <w:p w14:paraId="75EB7420" w14:textId="6D4CF7DB" w:rsidR="00437A3E" w:rsidRDefault="0040100E">
      <w:pPr>
        <w:jc w:val="both"/>
        <w:rPr>
          <w:lang w:eastAsia="de-DE"/>
        </w:rPr>
      </w:pPr>
      <w:r>
        <w:rPr>
          <w:lang w:eastAsia="de-DE"/>
        </w:rPr>
        <w:t>Jolanta Juškienė, tel. (</w:t>
      </w:r>
      <w:r w:rsidR="001E119F">
        <w:rPr>
          <w:lang w:eastAsia="de-DE"/>
        </w:rPr>
        <w:t>0</w:t>
      </w:r>
      <w:r>
        <w:rPr>
          <w:lang w:eastAsia="de-DE"/>
        </w:rPr>
        <w:t xml:space="preserve"> 440)  44 868</w:t>
      </w:r>
    </w:p>
    <w:sectPr w:rsidR="00437A3E">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F80F24" w14:textId="77777777" w:rsidR="008B1399" w:rsidRDefault="008B1399">
      <w:r>
        <w:separator/>
      </w:r>
    </w:p>
  </w:endnote>
  <w:endnote w:type="continuationSeparator" w:id="0">
    <w:p w14:paraId="20F7E93E" w14:textId="77777777" w:rsidR="008B1399" w:rsidRDefault="008B1399">
      <w:r>
        <w:continuationSeparator/>
      </w:r>
    </w:p>
  </w:endnote>
  <w:endnote w:type="continuationNotice" w:id="1">
    <w:p w14:paraId="78715143" w14:textId="77777777" w:rsidR="008B1399" w:rsidRDefault="008B13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5EC4" w14:textId="77777777" w:rsidR="00437A3E" w:rsidRDefault="00437A3E">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6EF58" w14:textId="77777777" w:rsidR="00437A3E" w:rsidRDefault="00437A3E">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773B7" w14:textId="77777777" w:rsidR="00437A3E" w:rsidRDefault="00437A3E">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53B936" w14:textId="77777777" w:rsidR="008B1399" w:rsidRDefault="008B1399">
      <w:r>
        <w:separator/>
      </w:r>
    </w:p>
  </w:footnote>
  <w:footnote w:type="continuationSeparator" w:id="0">
    <w:p w14:paraId="3B1E6DAA" w14:textId="77777777" w:rsidR="008B1399" w:rsidRDefault="008B1399">
      <w:r>
        <w:continuationSeparator/>
      </w:r>
    </w:p>
  </w:footnote>
  <w:footnote w:type="continuationNotice" w:id="1">
    <w:p w14:paraId="5C8D9D73" w14:textId="77777777" w:rsidR="008B1399" w:rsidRDefault="008B13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D2B7" w14:textId="77777777" w:rsidR="00437A3E" w:rsidRDefault="00437A3E">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2914" w14:textId="77777777" w:rsidR="00437A3E" w:rsidRDefault="0040100E">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A2BD" w14:textId="77777777" w:rsidR="00437A3E" w:rsidRDefault="0040100E">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40AEA"/>
    <w:multiLevelType w:val="hybridMultilevel"/>
    <w:tmpl w:val="C742AFCC"/>
    <w:lvl w:ilvl="0" w:tplc="A6D6EB8E">
      <w:start w:val="1"/>
      <w:numFmt w:val="decimal"/>
      <w:lvlText w:val="%1."/>
      <w:lvlJc w:val="left"/>
      <w:pPr>
        <w:ind w:left="1500" w:hanging="360"/>
      </w:pPr>
      <w:rPr>
        <w:rFonts w:ascii="Times New Roman" w:eastAsia="Times New Roman" w:hAnsi="Times New Roman" w:cs="Times New Roman"/>
      </w:rPr>
    </w:lvl>
    <w:lvl w:ilvl="1" w:tplc="66C63BBE">
      <w:start w:val="1"/>
      <w:numFmt w:val="lowerLetter"/>
      <w:lvlText w:val="%2."/>
      <w:lvlJc w:val="left"/>
      <w:pPr>
        <w:ind w:left="2220" w:hanging="360"/>
      </w:pPr>
    </w:lvl>
    <w:lvl w:ilvl="2" w:tplc="40162052">
      <w:start w:val="1"/>
      <w:numFmt w:val="lowerRoman"/>
      <w:lvlText w:val="%3."/>
      <w:lvlJc w:val="right"/>
      <w:pPr>
        <w:ind w:left="2940" w:hanging="180"/>
      </w:pPr>
    </w:lvl>
    <w:lvl w:ilvl="3" w:tplc="30800EE2">
      <w:start w:val="1"/>
      <w:numFmt w:val="decimal"/>
      <w:lvlText w:val="%4."/>
      <w:lvlJc w:val="left"/>
      <w:pPr>
        <w:ind w:left="3660" w:hanging="360"/>
      </w:pPr>
    </w:lvl>
    <w:lvl w:ilvl="4" w:tplc="3A5E9D78">
      <w:start w:val="1"/>
      <w:numFmt w:val="lowerLetter"/>
      <w:lvlText w:val="%5."/>
      <w:lvlJc w:val="left"/>
      <w:pPr>
        <w:ind w:left="4380" w:hanging="360"/>
      </w:pPr>
    </w:lvl>
    <w:lvl w:ilvl="5" w:tplc="9928151A">
      <w:start w:val="1"/>
      <w:numFmt w:val="lowerRoman"/>
      <w:lvlText w:val="%6."/>
      <w:lvlJc w:val="right"/>
      <w:pPr>
        <w:ind w:left="5100" w:hanging="180"/>
      </w:pPr>
    </w:lvl>
    <w:lvl w:ilvl="6" w:tplc="F8706F12">
      <w:start w:val="1"/>
      <w:numFmt w:val="decimal"/>
      <w:lvlText w:val="%7."/>
      <w:lvlJc w:val="left"/>
      <w:pPr>
        <w:ind w:left="5820" w:hanging="360"/>
      </w:pPr>
    </w:lvl>
    <w:lvl w:ilvl="7" w:tplc="76D8D516">
      <w:start w:val="1"/>
      <w:numFmt w:val="lowerLetter"/>
      <w:lvlText w:val="%8."/>
      <w:lvlJc w:val="left"/>
      <w:pPr>
        <w:ind w:left="6540" w:hanging="360"/>
      </w:pPr>
    </w:lvl>
    <w:lvl w:ilvl="8" w:tplc="33F6DD08">
      <w:start w:val="1"/>
      <w:numFmt w:val="lowerRoman"/>
      <w:lvlText w:val="%9."/>
      <w:lvlJc w:val="right"/>
      <w:pPr>
        <w:ind w:left="7260" w:hanging="180"/>
      </w:pPr>
    </w:lvl>
  </w:abstractNum>
  <w:abstractNum w:abstractNumId="1" w15:restartNumberingAfterBreak="0">
    <w:nsid w:val="4DA50B85"/>
    <w:multiLevelType w:val="hybridMultilevel"/>
    <w:tmpl w:val="5428010C"/>
    <w:lvl w:ilvl="0" w:tplc="741E0AAE">
      <w:start w:val="1"/>
      <w:numFmt w:val="decimal"/>
      <w:lvlText w:val="%1."/>
      <w:lvlJc w:val="left"/>
      <w:pPr>
        <w:ind w:left="1607" w:hanging="360"/>
      </w:pPr>
      <w:rPr>
        <w:rFonts w:hint="default"/>
      </w:rPr>
    </w:lvl>
    <w:lvl w:ilvl="1" w:tplc="054A6852">
      <w:start w:val="1"/>
      <w:numFmt w:val="lowerLetter"/>
      <w:lvlText w:val="%2."/>
      <w:lvlJc w:val="left"/>
      <w:pPr>
        <w:ind w:left="2327" w:hanging="360"/>
      </w:pPr>
    </w:lvl>
    <w:lvl w:ilvl="2" w:tplc="951488B0">
      <w:start w:val="1"/>
      <w:numFmt w:val="lowerRoman"/>
      <w:lvlText w:val="%3."/>
      <w:lvlJc w:val="right"/>
      <w:pPr>
        <w:ind w:left="3047" w:hanging="180"/>
      </w:pPr>
    </w:lvl>
    <w:lvl w:ilvl="3" w:tplc="701C5E28">
      <w:start w:val="1"/>
      <w:numFmt w:val="decimal"/>
      <w:lvlText w:val="%4."/>
      <w:lvlJc w:val="left"/>
      <w:pPr>
        <w:ind w:left="3767" w:hanging="360"/>
      </w:pPr>
    </w:lvl>
    <w:lvl w:ilvl="4" w:tplc="79F29F5E">
      <w:start w:val="1"/>
      <w:numFmt w:val="lowerLetter"/>
      <w:lvlText w:val="%5."/>
      <w:lvlJc w:val="left"/>
      <w:pPr>
        <w:ind w:left="4487" w:hanging="360"/>
      </w:pPr>
    </w:lvl>
    <w:lvl w:ilvl="5" w:tplc="6478D33C">
      <w:start w:val="1"/>
      <w:numFmt w:val="lowerRoman"/>
      <w:lvlText w:val="%6."/>
      <w:lvlJc w:val="right"/>
      <w:pPr>
        <w:ind w:left="5207" w:hanging="180"/>
      </w:pPr>
    </w:lvl>
    <w:lvl w:ilvl="6" w:tplc="1B144A9A">
      <w:start w:val="1"/>
      <w:numFmt w:val="decimal"/>
      <w:lvlText w:val="%7."/>
      <w:lvlJc w:val="left"/>
      <w:pPr>
        <w:ind w:left="5927" w:hanging="360"/>
      </w:pPr>
    </w:lvl>
    <w:lvl w:ilvl="7" w:tplc="6DBE69A8">
      <w:start w:val="1"/>
      <w:numFmt w:val="lowerLetter"/>
      <w:lvlText w:val="%8."/>
      <w:lvlJc w:val="left"/>
      <w:pPr>
        <w:ind w:left="6647" w:hanging="360"/>
      </w:pPr>
    </w:lvl>
    <w:lvl w:ilvl="8" w:tplc="B54E10E6">
      <w:start w:val="1"/>
      <w:numFmt w:val="lowerRoman"/>
      <w:lvlText w:val="%9."/>
      <w:lvlJc w:val="right"/>
      <w:pPr>
        <w:ind w:left="7367" w:hanging="180"/>
      </w:pPr>
    </w:lvl>
  </w:abstractNum>
  <w:num w:numId="1" w16cid:durableId="1474592224">
    <w:abstractNumId w:val="0"/>
  </w:num>
  <w:num w:numId="2" w16cid:durableId="375860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0CD"/>
    <w:rsid w:val="00032AAF"/>
    <w:rsid w:val="00090030"/>
    <w:rsid w:val="001021BA"/>
    <w:rsid w:val="00105702"/>
    <w:rsid w:val="00196EDB"/>
    <w:rsid w:val="001C3333"/>
    <w:rsid w:val="001E119F"/>
    <w:rsid w:val="001E5B4F"/>
    <w:rsid w:val="00284B59"/>
    <w:rsid w:val="002F3D5C"/>
    <w:rsid w:val="0033101D"/>
    <w:rsid w:val="00357735"/>
    <w:rsid w:val="0039438D"/>
    <w:rsid w:val="003D48B4"/>
    <w:rsid w:val="0040100E"/>
    <w:rsid w:val="00410378"/>
    <w:rsid w:val="00437A3E"/>
    <w:rsid w:val="004770BC"/>
    <w:rsid w:val="00481998"/>
    <w:rsid w:val="004904A1"/>
    <w:rsid w:val="004B3E94"/>
    <w:rsid w:val="005E5B48"/>
    <w:rsid w:val="00602A23"/>
    <w:rsid w:val="006A1722"/>
    <w:rsid w:val="006F512A"/>
    <w:rsid w:val="00726FEF"/>
    <w:rsid w:val="00772438"/>
    <w:rsid w:val="0077614A"/>
    <w:rsid w:val="007A7D40"/>
    <w:rsid w:val="007C6901"/>
    <w:rsid w:val="00821331"/>
    <w:rsid w:val="008276A6"/>
    <w:rsid w:val="00855C4F"/>
    <w:rsid w:val="008706E5"/>
    <w:rsid w:val="00890342"/>
    <w:rsid w:val="00892DD8"/>
    <w:rsid w:val="008B1399"/>
    <w:rsid w:val="008C47E4"/>
    <w:rsid w:val="008C48BC"/>
    <w:rsid w:val="00932561"/>
    <w:rsid w:val="00944006"/>
    <w:rsid w:val="009576DA"/>
    <w:rsid w:val="00977979"/>
    <w:rsid w:val="00A42A7A"/>
    <w:rsid w:val="00A81054"/>
    <w:rsid w:val="00B020C9"/>
    <w:rsid w:val="00B8499B"/>
    <w:rsid w:val="00BA140E"/>
    <w:rsid w:val="00BB7F49"/>
    <w:rsid w:val="00BD3803"/>
    <w:rsid w:val="00BF3F6A"/>
    <w:rsid w:val="00CB20CD"/>
    <w:rsid w:val="00D1071A"/>
    <w:rsid w:val="00D16F8D"/>
    <w:rsid w:val="00D53F2B"/>
    <w:rsid w:val="00E61E04"/>
    <w:rsid w:val="00EC51A8"/>
    <w:rsid w:val="00F014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AF3D"/>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Piev&#371;+g.+38,+Skuodo+mieste+nuomos%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Sprendimas+Dėl+kitos+paskirties+valstybinės+žemės+sklypo,+esančio+Pievų+g.+38,+Skuodo+mieste+nuomos (2)</Template>
  <TotalTime>1</TotalTime>
  <Pages>1</Pages>
  <Words>1301</Words>
  <Characters>742</Characters>
  <Application>Microsoft Office Word</Application>
  <DocSecurity>4</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2039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2026-01-19T07:42:00Z</dcterms:created>
  <dcterms:modified xsi:type="dcterms:W3CDTF">2026-01-19T07:42:00Z</dcterms:modified>
</cp:coreProperties>
</file>